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/>
          <w:sz w:val="52"/>
          <w:szCs w:val="52"/>
          <w:lang w:val="en-US" w:eastAsia="zh-CN"/>
        </w:rPr>
        <w:t>东坡区秦家镇2020年基础设施水毁工程灾后重建（修复）项目（水利类）</w:t>
      </w: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施工图阶段图册</w:t>
      </w: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116"/>
          <w:szCs w:val="116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  <w:bookmarkStart w:id="0" w:name="文字1"/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永建设计集团有限公司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 w:cs="Times New Roman"/>
          <w:kern w:val="2"/>
          <w:sz w:val="44"/>
          <w:szCs w:val="44"/>
          <w:lang w:val="en-US" w:eastAsia="zh-CN" w:bidi="ar-SA"/>
        </w:rPr>
        <w:fldChar w:fldCharType="begin">
          <w:ffData>
            <w:name w:val="文字1"/>
            <w:enabled/>
            <w:calcOnExit/>
            <w:textInput>
              <w:default w:val="二○一三年九月"/>
            </w:textInput>
          </w:ffData>
        </w:fldChar>
      </w:r>
      <w:r>
        <w:rPr>
          <w:rFonts w:hint="eastAsia" w:ascii="华文中宋" w:hAnsi="华文中宋" w:eastAsia="华文中宋" w:cs="Times New Roman"/>
          <w:kern w:val="2"/>
          <w:sz w:val="44"/>
          <w:szCs w:val="44"/>
          <w:lang w:val="en-US" w:eastAsia="zh-CN" w:bidi="ar-SA"/>
        </w:rPr>
        <w:instrText xml:space="preserve">FORMTEXT</w:instrText>
      </w:r>
      <w:r>
        <w:rPr>
          <w:rFonts w:hint="eastAsia" w:ascii="华文中宋" w:hAnsi="华文中宋" w:eastAsia="华文中宋" w:cs="Times New Roman"/>
          <w:kern w:val="2"/>
          <w:sz w:val="44"/>
          <w:szCs w:val="44"/>
          <w:lang w:val="en-US" w:eastAsia="zh-CN" w:bidi="ar-SA"/>
        </w:rPr>
        <w:fldChar w:fldCharType="separate"/>
      </w:r>
      <w:r>
        <w:rPr>
          <w:rFonts w:hint="eastAsia" w:ascii="华文中宋" w:hAnsi="华文中宋" w:eastAsia="华文中宋" w:cs="Times New Roman"/>
          <w:kern w:val="2"/>
          <w:sz w:val="44"/>
          <w:szCs w:val="44"/>
          <w:lang w:val="en-US" w:eastAsia="zh-CN" w:bidi="ar-SA"/>
        </w:rPr>
        <w:t>二○二〇年十二月</w:t>
      </w:r>
      <w:r>
        <w:rPr>
          <w:rFonts w:hint="eastAsia" w:ascii="华文中宋" w:hAnsi="华文中宋" w:eastAsia="华文中宋" w:cs="Times New Roman"/>
          <w:kern w:val="2"/>
          <w:sz w:val="44"/>
          <w:szCs w:val="44"/>
          <w:lang w:val="en-US" w:eastAsia="zh-CN" w:bidi="ar-SA"/>
        </w:rPr>
        <w:fldChar w:fldCharType="end"/>
      </w:r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/>
          <w:sz w:val="28"/>
        </w:rPr>
      </w:pPr>
    </w:p>
    <w:p>
      <w:pPr>
        <w:spacing w:line="360" w:lineRule="auto"/>
        <w:ind w:left="0" w:leftChars="0" w:right="3881" w:rightChars="1617" w:firstLine="0" w:firstLineChars="0"/>
        <w:jc w:val="left"/>
        <w:rPr>
          <w:rFonts w:hint="default" w:eastAsiaTheme="minorEastAsia"/>
          <w:b/>
          <w:sz w:val="36"/>
          <w:szCs w:val="36"/>
          <w:lang w:val="en-US" w:eastAsia="zh-CN"/>
        </w:rPr>
        <w:sectPr>
          <w:footerReference r:id="rId3" w:type="default"/>
          <w:pgSz w:w="23757" w:h="16783" w:orient="landscape"/>
          <w:pgMar w:top="1814" w:right="1417" w:bottom="1814" w:left="1417" w:header="851" w:footer="624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rtlGutter w:val="0"/>
          <w:docGrid w:type="lines" w:linePitch="333" w:charSpace="0"/>
        </w:sectPr>
      </w:pPr>
    </w:p>
    <w:tbl>
      <w:tblPr>
        <w:tblStyle w:val="14"/>
        <w:tblW w:w="10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09"/>
        <w:gridCol w:w="3310"/>
        <w:gridCol w:w="1488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图名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图号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图幅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详图一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S-01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S-02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S-03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详图四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S-04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详图五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S-05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详图六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S-06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详图七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S-07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详图八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S-08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详图九、详图十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S-09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详图十一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S-10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详图十二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S-11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详图十三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S-12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详图十四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S-13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详图十五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S-14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详图十六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S-15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详图十七、详图十八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S-16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详图十九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S-17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图名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图号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图幅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详图二十、详图二十一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S-18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详图二十二、详图二十三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S-19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详图二十四、详图二十五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S-20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详图二十六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S-21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详图二十七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S-22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详图二十八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S-23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详图二十九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S-24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详图三十、详图三十一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S-25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详图三十二、详图三十三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S-26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详图三十四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S-27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详图三十五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S-28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详图三十六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S-29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详图三十七、详图三十八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S-30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详图三十九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S-31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详图四十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S-32</w:t>
            </w: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A3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3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ind w:left="0" w:leftChars="0" w:firstLine="0" w:firstLineChars="0"/>
        <w:rPr>
          <w:rFonts w:hint="eastAsia"/>
          <w:b/>
          <w:sz w:val="36"/>
          <w:szCs w:val="36"/>
          <w:lang w:val="en-US" w:eastAsia="zh-CN"/>
        </w:rPr>
      </w:pPr>
      <w:bookmarkStart w:id="1" w:name="_GoBack"/>
      <w:bookmarkEnd w:id="1"/>
    </w:p>
    <w:sectPr>
      <w:pgSz w:w="23757" w:h="16783" w:orient="landscape"/>
      <w:pgMar w:top="1814" w:right="1417" w:bottom="1814" w:left="1417" w:header="851" w:footer="624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equalWidth="0" w:num="2">
        <w:col w:w="10249" w:space="425"/>
        <w:col w:w="10249"/>
      </w:cols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5F95C3"/>
    <w:multiLevelType w:val="multilevel"/>
    <w:tmpl w:val="D45F95C3"/>
    <w:lvl w:ilvl="0" w:tentative="0">
      <w:start w:val="1"/>
      <w:numFmt w:val="decimal"/>
      <w:pStyle w:val="2"/>
      <w:suff w:val="nothing"/>
      <w:lvlText w:val="%1、"/>
      <w:lvlJc w:val="center"/>
      <w:pPr>
        <w:tabs>
          <w:tab w:val="left" w:pos="0"/>
        </w:tabs>
        <w:ind w:left="0" w:firstLine="567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3"/>
      <w:suff w:val="space"/>
      <w:lvlText w:val="%1.%2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pStyle w:val="6"/>
      <w:suff w:val="space"/>
      <w:lvlText w:val="（%5）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</w:rPr>
    </w:lvl>
    <w:lvl w:ilvl="5" w:tentative="0">
      <w:start w:val="1"/>
      <w:numFmt w:val="decimalEnclosedCircleChinese"/>
      <w:pStyle w:val="7"/>
      <w:suff w:val="space"/>
      <w:lvlText w:val="%6"/>
      <w:lvlJc w:val="left"/>
      <w:pPr>
        <w:tabs>
          <w:tab w:val="left" w:pos="420"/>
        </w:tabs>
        <w:ind w:left="0" w:firstLine="0"/>
      </w:pPr>
      <w:rPr>
        <w:rFonts w:hint="eastAsia" w:ascii="宋体" w:hAnsi="宋体" w:eastAsia="宋体" w:cs="宋体"/>
      </w:rPr>
    </w:lvl>
    <w:lvl w:ilvl="6" w:tentative="0">
      <w:start w:val="1"/>
      <w:numFmt w:val="upperLetter"/>
      <w:pStyle w:val="8"/>
      <w:suff w:val="space"/>
      <w:lvlText w:val="%7．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</w:rPr>
    </w:lvl>
    <w:lvl w:ilvl="7" w:tentative="0">
      <w:start w:val="1"/>
      <w:numFmt w:val="lowerLetter"/>
      <w:suff w:val="nothing"/>
      <w:lvlText w:val="%8）"/>
      <w:lvlJc w:val="left"/>
      <w:pPr>
        <w:tabs>
          <w:tab w:val="left" w:pos="420"/>
        </w:tabs>
        <w:ind w:left="0" w:firstLine="402"/>
      </w:pPr>
      <w:rPr>
        <w:rFonts w:hint="default" w:ascii="宋体" w:hAnsi="宋体" w:eastAsia="宋体" w:cs="宋体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0"/>
  <w:bordersDoNotSurroundFooter w:val="0"/>
  <w:attachedTemplate r:id="rId1"/>
  <w:documentProtection w:enforcement="0"/>
  <w:defaultTabStop w:val="420"/>
  <w:hyphenationZone w:val="360"/>
  <w:drawingGridHorizontalSpacing w:val="2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151A2"/>
    <w:rsid w:val="01947545"/>
    <w:rsid w:val="01AB71E1"/>
    <w:rsid w:val="02A07F0F"/>
    <w:rsid w:val="02A222A2"/>
    <w:rsid w:val="055F0DFB"/>
    <w:rsid w:val="05D726B8"/>
    <w:rsid w:val="06756A29"/>
    <w:rsid w:val="07CF5324"/>
    <w:rsid w:val="099B3424"/>
    <w:rsid w:val="09CA5508"/>
    <w:rsid w:val="0AAD0518"/>
    <w:rsid w:val="0AD30832"/>
    <w:rsid w:val="0BF84861"/>
    <w:rsid w:val="0E360CDD"/>
    <w:rsid w:val="0E815CA8"/>
    <w:rsid w:val="0F1733EB"/>
    <w:rsid w:val="16E16EFF"/>
    <w:rsid w:val="18517B64"/>
    <w:rsid w:val="18890CAE"/>
    <w:rsid w:val="1A9151A2"/>
    <w:rsid w:val="1CF76F0A"/>
    <w:rsid w:val="1D163042"/>
    <w:rsid w:val="1E6E4DFA"/>
    <w:rsid w:val="1F4462C1"/>
    <w:rsid w:val="206524DB"/>
    <w:rsid w:val="21EC541E"/>
    <w:rsid w:val="24983465"/>
    <w:rsid w:val="275C7653"/>
    <w:rsid w:val="27862F22"/>
    <w:rsid w:val="280C715C"/>
    <w:rsid w:val="2E5D2816"/>
    <w:rsid w:val="2F4D13E1"/>
    <w:rsid w:val="2FB037F6"/>
    <w:rsid w:val="31982887"/>
    <w:rsid w:val="31FB0D0F"/>
    <w:rsid w:val="329C4DAC"/>
    <w:rsid w:val="34436D7F"/>
    <w:rsid w:val="36CA5A7C"/>
    <w:rsid w:val="38896EB8"/>
    <w:rsid w:val="39397517"/>
    <w:rsid w:val="3B733778"/>
    <w:rsid w:val="40AE6CF9"/>
    <w:rsid w:val="40BC4031"/>
    <w:rsid w:val="45087678"/>
    <w:rsid w:val="45730E2F"/>
    <w:rsid w:val="46DE5B05"/>
    <w:rsid w:val="4AAD1614"/>
    <w:rsid w:val="4CC37A0C"/>
    <w:rsid w:val="4D37228A"/>
    <w:rsid w:val="4F8F3913"/>
    <w:rsid w:val="50834A19"/>
    <w:rsid w:val="510A68CA"/>
    <w:rsid w:val="52CD3F00"/>
    <w:rsid w:val="5309667E"/>
    <w:rsid w:val="54BD67E5"/>
    <w:rsid w:val="551C5C16"/>
    <w:rsid w:val="57026FB5"/>
    <w:rsid w:val="57A41979"/>
    <w:rsid w:val="59E43069"/>
    <w:rsid w:val="5B3605D2"/>
    <w:rsid w:val="5C6D242B"/>
    <w:rsid w:val="5C703222"/>
    <w:rsid w:val="5EF7475A"/>
    <w:rsid w:val="600A5A7E"/>
    <w:rsid w:val="60960FB5"/>
    <w:rsid w:val="620E043E"/>
    <w:rsid w:val="62661875"/>
    <w:rsid w:val="631E0737"/>
    <w:rsid w:val="645C18E4"/>
    <w:rsid w:val="64EE62C3"/>
    <w:rsid w:val="65E31C22"/>
    <w:rsid w:val="67E61788"/>
    <w:rsid w:val="68206F49"/>
    <w:rsid w:val="6A2A5699"/>
    <w:rsid w:val="6CE162E7"/>
    <w:rsid w:val="6D991FA3"/>
    <w:rsid w:val="70B04EF7"/>
    <w:rsid w:val="716253A4"/>
    <w:rsid w:val="71835F5B"/>
    <w:rsid w:val="71D70AFB"/>
    <w:rsid w:val="76924B48"/>
    <w:rsid w:val="76EE4FC0"/>
    <w:rsid w:val="782E4480"/>
    <w:rsid w:val="78CE1D67"/>
    <w:rsid w:val="798157A6"/>
    <w:rsid w:val="79CC30AE"/>
    <w:rsid w:val="7A5559B0"/>
    <w:rsid w:val="7A6D594D"/>
    <w:rsid w:val="7AAE7615"/>
    <w:rsid w:val="7AE134BE"/>
    <w:rsid w:val="7CB866BD"/>
    <w:rsid w:val="7DD80B67"/>
    <w:rsid w:val="7DF8092B"/>
    <w:rsid w:val="7FDC22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723" w:firstLineChars="200"/>
      <w:jc w:val="both"/>
    </w:pPr>
    <w:rPr>
      <w:rFonts w:hint="eastAsia" w:cs="Times New Roman" w:asciiTheme="minorAscii" w:hAnsiTheme="minorAscii" w:eastAsiaTheme="minorEastAsia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420"/>
        <w:tab w:val="clear" w:pos="0"/>
      </w:tabs>
      <w:spacing w:before="50" w:beforeLines="50" w:beforeAutospacing="0" w:afterAutospacing="0" w:line="240" w:lineRule="auto"/>
      <w:ind w:firstLine="520" w:firstLineChars="100"/>
      <w:jc w:val="left"/>
      <w:outlineLvl w:val="0"/>
    </w:pPr>
    <w:rPr>
      <w:rFonts w:ascii="Calibri" w:hAnsi="Calibri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tabs>
        <w:tab w:val="left" w:pos="0"/>
        <w:tab w:val="clear" w:pos="420"/>
      </w:tabs>
      <w:spacing w:before="50" w:beforeLines="50" w:beforeAutospacing="0" w:after="50" w:afterLines="50" w:afterAutospacing="0" w:line="360" w:lineRule="auto"/>
      <w:ind w:firstLineChars="0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0" w:beforeLines="20" w:beforeAutospacing="0" w:after="20" w:afterLines="20" w:afterAutospacing="0" w:line="360" w:lineRule="auto"/>
      <w:ind w:firstLine="0" w:firstLineChars="0"/>
      <w:outlineLvl w:val="2"/>
    </w:pPr>
    <w:rPr>
      <w:rFonts w:ascii="Calibri" w:hAnsi="Calibri" w:eastAsia="宋体"/>
      <w:b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0" w:beforeLines="20" w:beforeAutospacing="0" w:after="20" w:afterLines="20" w:afterAutospacing="0" w:line="360" w:lineRule="auto"/>
      <w:ind w:firstLine="0" w:firstLineChars="0"/>
      <w:outlineLvl w:val="3"/>
    </w:pPr>
    <w:rPr>
      <w:rFonts w:ascii="Arial" w:hAnsi="Arial" w:eastAsia="宋体"/>
      <w:b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Lines="0" w:beforeAutospacing="0" w:afterLines="0" w:afterAutospacing="0" w:line="360" w:lineRule="auto"/>
      <w:ind w:firstLine="0" w:firstLineChars="0"/>
      <w:outlineLvl w:val="4"/>
    </w:pPr>
    <w:rPr>
      <w:rFonts w:ascii="Calibri" w:hAnsi="Calibri" w:eastAsia="宋体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firstLine="0" w:firstLineChars="0"/>
      <w:outlineLvl w:val="5"/>
    </w:pPr>
    <w:rPr>
      <w:rFonts w:ascii="Arial" w:hAnsi="Arial" w:eastAsia="宋体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Lines="0" w:beforeAutospacing="0" w:afterLines="0" w:afterAutospacing="0" w:line="360" w:lineRule="auto"/>
      <w:ind w:firstLine="0" w:firstLineChars="0"/>
      <w:outlineLvl w:val="6"/>
    </w:pPr>
    <w:rPr>
      <w:rFonts w:ascii="Calibri" w:hAnsi="Calibri" w:eastAsia="宋体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60" w:lineRule="auto"/>
      <w:ind w:firstLine="721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List"/>
    <w:basedOn w:val="1"/>
    <w:qFormat/>
    <w:uiPriority w:val="0"/>
    <w:pPr>
      <w:adjustRightInd w:val="0"/>
      <w:snapToGrid w:val="0"/>
      <w:spacing w:line="20" w:lineRule="atLeast"/>
      <w:jc w:val="center"/>
      <w:textAlignment w:val="baseline"/>
    </w:pPr>
    <w:rPr>
      <w:snapToGrid w:val="0"/>
      <w:kern w:val="24"/>
      <w:sz w:val="18"/>
    </w:rPr>
  </w:style>
  <w:style w:type="table" w:styleId="15">
    <w:name w:val="Table Grid"/>
    <w:basedOn w:val="1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表格标题"/>
    <w:basedOn w:val="1"/>
    <w:qFormat/>
    <w:uiPriority w:val="0"/>
    <w:pPr>
      <w:ind w:firstLine="721"/>
      <w:jc w:val="center"/>
    </w:pPr>
    <w:rPr>
      <w:rFonts w:ascii="Calibri" w:hAnsi="Calibri"/>
      <w:b/>
    </w:rPr>
  </w:style>
  <w:style w:type="paragraph" w:customStyle="1" w:styleId="18">
    <w:name w:val="表格内容"/>
    <w:basedOn w:val="19"/>
    <w:qFormat/>
    <w:uiPriority w:val="0"/>
    <w:pPr>
      <w:ind w:firstLine="0" w:firstLineChars="0"/>
    </w:pPr>
    <w:rPr>
      <w:rFonts w:eastAsia="宋体"/>
      <w:b w:val="0"/>
    </w:rPr>
  </w:style>
  <w:style w:type="paragraph" w:customStyle="1" w:styleId="19">
    <w:name w:val="表格顶端"/>
    <w:basedOn w:val="17"/>
    <w:qFormat/>
    <w:uiPriority w:val="0"/>
    <w:pPr>
      <w:spacing w:line="300" w:lineRule="exact"/>
      <w:ind w:firstLine="0" w:firstLineChars="0"/>
      <w:jc w:val="center"/>
    </w:pPr>
    <w:rPr>
      <w:rFonts w:eastAsia="宋体"/>
      <w:sz w:val="21"/>
    </w:rPr>
  </w:style>
  <w:style w:type="table" w:customStyle="1" w:styleId="20">
    <w:name w:val="报告表格样式"/>
    <w:basedOn w:val="14"/>
    <w:qFormat/>
    <w:uiPriority w:val="0"/>
    <w:pPr>
      <w:jc w:val="center"/>
    </w:pPr>
    <w:rPr>
      <w:rFonts w:ascii="Times New Roman" w:hAnsi="Times New Roman"/>
      <w:sz w:val="18"/>
    </w:rPr>
    <w:tblPr>
      <w:tblBorders>
        <w:top w:val="single" w:color="auto" w:sz="12" w:space="0"/>
        <w:bottom w:val="single" w:color="auto" w:sz="12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nwCell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21">
    <w:name w:val="表格编号"/>
    <w:basedOn w:val="1"/>
    <w:qFormat/>
    <w:uiPriority w:val="0"/>
    <w:pPr>
      <w:spacing w:line="240" w:lineRule="auto"/>
      <w:ind w:firstLine="0" w:firstLineChars="0"/>
    </w:pPr>
    <w:rPr>
      <w:rFonts w:cs="宋体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2faeaec17a2fcfe38c2758698ce651a26a3076d0\&#25253;&#21578;&#27491;&#25991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报告正文模板.dot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2018-11-29T01:38:00Z</dcterms:created>
  <dc:creator>我行我素1393413599</dc:creator>
  <cp:lastModifiedBy>Mr.Hu</cp:lastModifiedBy>
  <dcterms:modified xsi:type="dcterms:W3CDTF">2021-02-22T01:44:09Z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